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E08" w:rsidRPr="007A7614" w:rsidRDefault="006C6E08" w:rsidP="007A7614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A7614">
        <w:rPr>
          <w:rFonts w:ascii="Times New Roman" w:hAnsi="Times New Roman" w:cs="Times New Roman"/>
          <w:b/>
          <w:bCs/>
          <w:sz w:val="28"/>
          <w:szCs w:val="28"/>
        </w:rPr>
        <w:t>План -</w:t>
      </w:r>
      <w:r w:rsidRPr="007A761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графік</w:t>
      </w:r>
    </w:p>
    <w:p w:rsidR="006C6E08" w:rsidRPr="007A7614" w:rsidRDefault="006C6E08" w:rsidP="007A7614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A7614">
        <w:rPr>
          <w:rFonts w:ascii="Times New Roman" w:hAnsi="Times New Roman" w:cs="Times New Roman"/>
          <w:b/>
          <w:bCs/>
          <w:sz w:val="28"/>
          <w:szCs w:val="28"/>
          <w:lang w:val="uk-UA"/>
        </w:rPr>
        <w:t>здійснення заходів з відстеження результативності</w:t>
      </w:r>
    </w:p>
    <w:p w:rsidR="006C6E08" w:rsidRDefault="006C6E08" w:rsidP="007A7614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A7614">
        <w:rPr>
          <w:rFonts w:ascii="Times New Roman" w:hAnsi="Times New Roman" w:cs="Times New Roman"/>
          <w:b/>
          <w:bCs/>
          <w:sz w:val="28"/>
          <w:szCs w:val="28"/>
          <w:lang w:val="uk-UA"/>
        </w:rPr>
        <w:t>регуляторних актів Оваднівської сільської ради на 2015 рік</w:t>
      </w:r>
    </w:p>
    <w:p w:rsidR="006C6E08" w:rsidRPr="007A7614" w:rsidRDefault="006C6E08" w:rsidP="007A7614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tbl>
      <w:tblPr>
        <w:tblW w:w="10530" w:type="dxa"/>
        <w:tblInd w:w="-106" w:type="dxa"/>
        <w:tblLayout w:type="fixed"/>
        <w:tblLook w:val="00A0"/>
      </w:tblPr>
      <w:tblGrid>
        <w:gridCol w:w="710"/>
        <w:gridCol w:w="1985"/>
        <w:gridCol w:w="3120"/>
        <w:gridCol w:w="1253"/>
        <w:gridCol w:w="1442"/>
        <w:gridCol w:w="2020"/>
      </w:tblGrid>
      <w:tr w:rsidR="006C6E08" w:rsidRPr="004904A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6E08" w:rsidRPr="007A7614" w:rsidRDefault="006C6E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90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6C6E08" w:rsidRPr="004904A2" w:rsidRDefault="006C6E08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ar-SA"/>
              </w:rPr>
            </w:pPr>
            <w:r w:rsidRPr="00490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6E08" w:rsidRPr="007A7614" w:rsidRDefault="006C6E0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ar-SA"/>
              </w:rPr>
            </w:pPr>
          </w:p>
          <w:p w:rsidR="006C6E08" w:rsidRPr="004904A2" w:rsidRDefault="006C6E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6C6E08" w:rsidRPr="004904A2" w:rsidRDefault="006C6E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6C6E08" w:rsidRPr="004904A2" w:rsidRDefault="006C6E08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ar-SA"/>
              </w:rPr>
            </w:pPr>
            <w:r w:rsidRPr="00490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регуляторного акту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6E08" w:rsidRPr="007A7614" w:rsidRDefault="006C6E0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ar-SA"/>
              </w:rPr>
            </w:pPr>
          </w:p>
          <w:p w:rsidR="006C6E08" w:rsidRPr="004904A2" w:rsidRDefault="006C6E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6C6E08" w:rsidRPr="004904A2" w:rsidRDefault="006C6E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6C6E08" w:rsidRPr="004904A2" w:rsidRDefault="006C6E08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ar-SA"/>
              </w:rPr>
            </w:pPr>
            <w:r w:rsidRPr="00490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 регуляторного акту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6E08" w:rsidRPr="007A7614" w:rsidRDefault="006C6E08">
            <w:pPr>
              <w:snapToGrid w:val="0"/>
              <w:ind w:left="34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ar-SA"/>
              </w:rPr>
            </w:pPr>
          </w:p>
          <w:p w:rsidR="006C6E08" w:rsidRPr="004904A2" w:rsidRDefault="006C6E08">
            <w:pPr>
              <w:ind w:left="34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6C6E08" w:rsidRPr="004904A2" w:rsidRDefault="006C6E08">
            <w:pPr>
              <w:ind w:left="34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6C6E08" w:rsidRPr="004904A2" w:rsidRDefault="006C6E08">
            <w:pPr>
              <w:ind w:left="34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4904A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Тип </w:t>
            </w:r>
          </w:p>
          <w:p w:rsidR="006C6E08" w:rsidRPr="004904A2" w:rsidRDefault="006C6E08">
            <w:pPr>
              <w:suppressAutoHyphens/>
              <w:ind w:left="34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904A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відстеження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6E08" w:rsidRPr="004904A2" w:rsidRDefault="006C6E08">
            <w:pPr>
              <w:suppressAutoHyphens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90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Строк</w:t>
            </w:r>
            <w:r w:rsidRPr="004904A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проведен-ня заходів з відсте-ження ре-зультатив-ності </w:t>
            </w:r>
            <w:r w:rsidRPr="00490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регу</w:t>
            </w:r>
            <w:r w:rsidRPr="004904A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-</w:t>
            </w:r>
            <w:r w:rsidRPr="00490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ляторн</w:t>
            </w:r>
            <w:r w:rsidRPr="004904A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их</w:t>
            </w:r>
            <w:r w:rsidRPr="00490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акт</w:t>
            </w:r>
            <w:r w:rsidRPr="004904A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ів</w:t>
            </w:r>
            <w:r w:rsidRPr="00490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E08" w:rsidRPr="004904A2" w:rsidRDefault="006C6E08">
            <w:pPr>
              <w:suppressAutoHyphens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ar-SA"/>
              </w:rPr>
            </w:pPr>
            <w:r w:rsidRPr="00490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Найменування структурних підрозділів</w:t>
            </w:r>
            <w:r w:rsidRPr="004904A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,</w:t>
            </w:r>
            <w:r w:rsidRPr="00490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від-повідальних за </w:t>
            </w:r>
            <w:r w:rsidRPr="004904A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здійснення захо-дів з відстежен-ня результатив-ності </w:t>
            </w:r>
            <w:r w:rsidRPr="00490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регулятор</w:t>
            </w:r>
            <w:r w:rsidRPr="004904A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-</w:t>
            </w:r>
            <w:r w:rsidRPr="00490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</w:t>
            </w:r>
            <w:r w:rsidRPr="004904A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их</w:t>
            </w:r>
            <w:r w:rsidRPr="00490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акт</w:t>
            </w:r>
            <w:r w:rsidRPr="004904A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ів </w:t>
            </w:r>
          </w:p>
        </w:tc>
      </w:tr>
      <w:tr w:rsidR="006C6E08" w:rsidRPr="004904A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6E08" w:rsidRPr="004904A2" w:rsidRDefault="006C6E08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</w:pPr>
            <w:r w:rsidRPr="004904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6E08" w:rsidRPr="004904A2" w:rsidRDefault="006C6E08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</w:pPr>
            <w:r w:rsidRPr="004904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 сільської ради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6E08" w:rsidRPr="007A7614" w:rsidRDefault="006C6E08">
            <w:pPr>
              <w:pStyle w:val="Heading8"/>
              <w:ind w:left="0" w:right="-123" w:firstLine="0"/>
              <w:rPr>
                <w:sz w:val="24"/>
                <w:szCs w:val="24"/>
              </w:rPr>
            </w:pPr>
            <w:r w:rsidRPr="007A7614">
              <w:rPr>
                <w:sz w:val="24"/>
                <w:szCs w:val="24"/>
              </w:rPr>
              <w:t>Про затвердження норм накопичення твердих побутових відходів для населення, підприємств, установ та організацій всіх форм власності на території сільської ради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6E08" w:rsidRPr="004904A2" w:rsidRDefault="006C6E08">
            <w:pPr>
              <w:suppressAutoHyphens/>
              <w:snapToGrid w:val="0"/>
              <w:ind w:left="34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ar-SA"/>
              </w:rPr>
            </w:pPr>
            <w:r w:rsidRPr="004904A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повторне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6E08" w:rsidRPr="004904A2" w:rsidRDefault="006C6E08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</w:pPr>
            <w:r w:rsidRPr="004904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E08" w:rsidRPr="004904A2" w:rsidRDefault="006C6E08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</w:pPr>
            <w:r w:rsidRPr="004904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Комунальне господарство Оваднівської сільської ради</w:t>
            </w:r>
          </w:p>
        </w:tc>
      </w:tr>
      <w:tr w:rsidR="006C6E08" w:rsidRPr="004904A2">
        <w:trPr>
          <w:trHeight w:val="105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6C6E08" w:rsidRPr="004904A2" w:rsidRDefault="006C6E08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</w:pPr>
            <w:r w:rsidRPr="004904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6C6E08" w:rsidRPr="004904A2" w:rsidRDefault="006C6E08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</w:pPr>
            <w:r w:rsidRPr="004904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 сільської ради</w:t>
            </w: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6C6E08" w:rsidRPr="007A7614" w:rsidRDefault="006C6E08">
            <w:pPr>
              <w:pStyle w:val="NormalWeb"/>
              <w:spacing w:before="0" w:beforeAutospacing="0" w:after="200" w:afterAutospacing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7A7614">
              <w:rPr>
                <w:rFonts w:ascii="Times New Roman" w:hAnsi="Times New Roman" w:cs="Times New Roman"/>
                <w:lang w:val="uk-UA"/>
              </w:rPr>
              <w:t>Про встановлення розмірів плати за послуги, що надаються закладами культури сільської ради</w:t>
            </w:r>
          </w:p>
        </w:tc>
        <w:tc>
          <w:tcPr>
            <w:tcW w:w="125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6C6E08" w:rsidRPr="004904A2" w:rsidRDefault="006C6E08">
            <w:pPr>
              <w:suppressAutoHyphens/>
              <w:snapToGrid w:val="0"/>
              <w:ind w:left="34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ar-SA"/>
              </w:rPr>
            </w:pPr>
            <w:r w:rsidRPr="004904A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повторне</w:t>
            </w:r>
          </w:p>
        </w:tc>
        <w:tc>
          <w:tcPr>
            <w:tcW w:w="144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6C6E08" w:rsidRPr="007A7614" w:rsidRDefault="006C6E08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</w:pPr>
            <w:r w:rsidRPr="004904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квітень</w:t>
            </w:r>
          </w:p>
          <w:p w:rsidR="006C6E08" w:rsidRPr="004904A2" w:rsidRDefault="006C6E08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20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C6E08" w:rsidRPr="004904A2" w:rsidRDefault="006C6E08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</w:pPr>
            <w:r w:rsidRPr="004904A2">
              <w:rPr>
                <w:rFonts w:ascii="Times New Roman" w:hAnsi="Times New Roman" w:cs="Times New Roman"/>
                <w:sz w:val="24"/>
                <w:szCs w:val="24"/>
              </w:rPr>
              <w:t>Виконком сільської ради</w:t>
            </w:r>
          </w:p>
        </w:tc>
      </w:tr>
      <w:tr w:rsidR="006C6E08" w:rsidRPr="004904A2">
        <w:trPr>
          <w:trHeight w:val="90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6C6E08" w:rsidRPr="004904A2" w:rsidRDefault="006C6E08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</w:pPr>
            <w:r w:rsidRPr="004904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6C6E08" w:rsidRPr="004904A2" w:rsidRDefault="006C6E08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</w:pPr>
            <w:r w:rsidRPr="004904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 сільської ради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6C6E08" w:rsidRPr="007A7614" w:rsidRDefault="006C6E08" w:rsidP="007A7614">
            <w:pPr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</w:pPr>
            <w:r w:rsidRPr="004904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затвердження Положення про формування та використання коштів цільових фондів на 2014-2015роки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6C6E08" w:rsidRPr="004904A2" w:rsidRDefault="006C6E08">
            <w:pPr>
              <w:suppressAutoHyphens/>
              <w:snapToGrid w:val="0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ar-SA"/>
              </w:rPr>
            </w:pPr>
            <w:r w:rsidRPr="004904A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повторне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6C6E08" w:rsidRPr="004904A2" w:rsidRDefault="006C6E08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</w:pPr>
            <w:r w:rsidRPr="004904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C6E08" w:rsidRPr="004904A2" w:rsidRDefault="006C6E08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</w:pPr>
            <w:r w:rsidRPr="004904A2">
              <w:rPr>
                <w:rFonts w:ascii="Times New Roman" w:hAnsi="Times New Roman" w:cs="Times New Roman"/>
                <w:sz w:val="24"/>
                <w:szCs w:val="24"/>
              </w:rPr>
              <w:t>Виконком сільської ради</w:t>
            </w:r>
          </w:p>
        </w:tc>
      </w:tr>
      <w:tr w:rsidR="006C6E08" w:rsidRPr="004904A2">
        <w:trPr>
          <w:trHeight w:val="90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6C6E08" w:rsidRPr="004904A2" w:rsidRDefault="006C6E08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</w:pPr>
            <w:r w:rsidRPr="004904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6C6E08" w:rsidRPr="004904A2" w:rsidRDefault="006C6E08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</w:pPr>
            <w:r w:rsidRPr="004904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 сільської ради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6C6E08" w:rsidRPr="007A7614" w:rsidRDefault="006C6E08" w:rsidP="007A7614">
            <w:pPr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</w:pPr>
            <w:r w:rsidRPr="004904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затвердження програми соціального захисту окремих категорій населення Оваднівської сільської ради на 2014- 2015роки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6C6E08" w:rsidRPr="004904A2" w:rsidRDefault="006C6E08">
            <w:pPr>
              <w:suppressAutoHyphens/>
              <w:snapToGrid w:val="0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ar-SA"/>
              </w:rPr>
            </w:pPr>
            <w:r w:rsidRPr="004904A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повторне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6C6E08" w:rsidRPr="004904A2" w:rsidRDefault="006C6E08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</w:pPr>
            <w:r w:rsidRPr="004904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C6E08" w:rsidRPr="004904A2" w:rsidRDefault="006C6E08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904A2">
              <w:rPr>
                <w:rFonts w:ascii="Times New Roman" w:hAnsi="Times New Roman" w:cs="Times New Roman"/>
                <w:sz w:val="24"/>
                <w:szCs w:val="24"/>
              </w:rPr>
              <w:t>Виконком сільської ради</w:t>
            </w:r>
          </w:p>
        </w:tc>
      </w:tr>
      <w:tr w:rsidR="006C6E08" w:rsidRPr="004904A2">
        <w:trPr>
          <w:trHeight w:val="90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6C6E08" w:rsidRPr="004904A2" w:rsidRDefault="006C6E08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</w:pPr>
            <w:r w:rsidRPr="004904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6C6E08" w:rsidRPr="004904A2" w:rsidRDefault="006C6E08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</w:pPr>
            <w:r w:rsidRPr="004904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 сільської ради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6C6E08" w:rsidRPr="004904A2" w:rsidRDefault="006C6E0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</w:pPr>
            <w:r w:rsidRPr="004904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затвердження Програми соціально – економічного та культурного розвитку сільської ради 2014 – 2015роки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6C6E08" w:rsidRPr="004904A2" w:rsidRDefault="006C6E08">
            <w:pPr>
              <w:suppressAutoHyphens/>
              <w:snapToGrid w:val="0"/>
              <w:ind w:left="34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ar-SA"/>
              </w:rPr>
            </w:pPr>
            <w:r w:rsidRPr="004904A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повторне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6C6E08" w:rsidRPr="004904A2" w:rsidRDefault="006C6E08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</w:pPr>
            <w:r w:rsidRPr="004904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C6E08" w:rsidRPr="004904A2" w:rsidRDefault="006C6E08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904A2">
              <w:rPr>
                <w:rFonts w:ascii="Times New Roman" w:hAnsi="Times New Roman" w:cs="Times New Roman"/>
                <w:sz w:val="24"/>
                <w:szCs w:val="24"/>
              </w:rPr>
              <w:t>Виконком сільської ради</w:t>
            </w:r>
          </w:p>
        </w:tc>
      </w:tr>
    </w:tbl>
    <w:p w:rsidR="006C6E08" w:rsidRPr="007A7614" w:rsidRDefault="006C6E08" w:rsidP="007A7614">
      <w:pPr>
        <w:rPr>
          <w:rFonts w:ascii="Times New Roman" w:hAnsi="Times New Roman" w:cs="Times New Roman"/>
          <w:sz w:val="24"/>
          <w:szCs w:val="24"/>
        </w:rPr>
      </w:pPr>
      <w:r w:rsidRPr="007A7614">
        <w:rPr>
          <w:rFonts w:ascii="Times New Roman" w:hAnsi="Times New Roman" w:cs="Times New Roman"/>
          <w:sz w:val="24"/>
          <w:szCs w:val="24"/>
        </w:rPr>
        <w:t>Сільський</w:t>
      </w:r>
      <w:r w:rsidRPr="007A7614">
        <w:rPr>
          <w:rFonts w:ascii="Times New Roman" w:hAnsi="Times New Roman" w:cs="Times New Roman"/>
          <w:sz w:val="24"/>
          <w:szCs w:val="24"/>
          <w:lang w:val="uk-UA"/>
        </w:rPr>
        <w:t xml:space="preserve"> голова                                                                    Панасевич С.С.</w:t>
      </w:r>
    </w:p>
    <w:p w:rsidR="006C6E08" w:rsidRPr="007A7614" w:rsidRDefault="006C6E08" w:rsidP="007A7614">
      <w:pPr>
        <w:rPr>
          <w:rFonts w:ascii="Times New Roman" w:hAnsi="Times New Roman" w:cs="Times New Roman"/>
          <w:sz w:val="24"/>
          <w:szCs w:val="24"/>
        </w:rPr>
      </w:pPr>
    </w:p>
    <w:p w:rsidR="006C6E08" w:rsidRPr="007A7614" w:rsidRDefault="006C6E08" w:rsidP="007A7614">
      <w:pPr>
        <w:rPr>
          <w:rFonts w:ascii="Times New Roman" w:hAnsi="Times New Roman" w:cs="Times New Roman"/>
          <w:sz w:val="28"/>
          <w:szCs w:val="28"/>
        </w:rPr>
      </w:pPr>
    </w:p>
    <w:p w:rsidR="006C6E08" w:rsidRPr="007A7614" w:rsidRDefault="006C6E08" w:rsidP="007A7614">
      <w:pPr>
        <w:rPr>
          <w:rFonts w:ascii="Times New Roman" w:hAnsi="Times New Roman" w:cs="Times New Roman"/>
          <w:sz w:val="28"/>
          <w:szCs w:val="28"/>
        </w:rPr>
      </w:pPr>
    </w:p>
    <w:p w:rsidR="006C6E08" w:rsidRPr="007A7614" w:rsidRDefault="006C6E08" w:rsidP="007A7614">
      <w:pPr>
        <w:rPr>
          <w:rFonts w:ascii="Times New Roman" w:hAnsi="Times New Roman" w:cs="Times New Roman"/>
          <w:sz w:val="28"/>
          <w:szCs w:val="28"/>
        </w:rPr>
      </w:pPr>
    </w:p>
    <w:p w:rsidR="006C6E08" w:rsidRPr="007A7614" w:rsidRDefault="006C6E08">
      <w:pPr>
        <w:rPr>
          <w:rFonts w:ascii="Times New Roman" w:hAnsi="Times New Roman" w:cs="Times New Roman"/>
        </w:rPr>
      </w:pPr>
    </w:p>
    <w:sectPr w:rsidR="006C6E08" w:rsidRPr="007A7614" w:rsidSect="00E25F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7614"/>
    <w:rsid w:val="00477B15"/>
    <w:rsid w:val="004904A2"/>
    <w:rsid w:val="006C6E08"/>
    <w:rsid w:val="00767E41"/>
    <w:rsid w:val="007A7614"/>
    <w:rsid w:val="00D44B79"/>
    <w:rsid w:val="00E25F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5F95"/>
    <w:pPr>
      <w:spacing w:after="200" w:line="276" w:lineRule="auto"/>
    </w:pPr>
    <w:rPr>
      <w:rFonts w:cs="Calibri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A7614"/>
    <w:pPr>
      <w:keepNext/>
      <w:tabs>
        <w:tab w:val="num" w:pos="0"/>
      </w:tabs>
      <w:suppressAutoHyphens/>
      <w:spacing w:after="0" w:line="240" w:lineRule="auto"/>
      <w:ind w:left="1440" w:hanging="1440"/>
      <w:jc w:val="both"/>
      <w:outlineLvl w:val="7"/>
    </w:pPr>
    <w:rPr>
      <w:rFonts w:cs="Times New Roman"/>
      <w:color w:val="000000"/>
      <w:sz w:val="28"/>
      <w:szCs w:val="28"/>
      <w:lang w:val="uk-UA"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uiPriority w:val="99"/>
    <w:locked/>
    <w:rsid w:val="007A7614"/>
    <w:rPr>
      <w:rFonts w:ascii="Times New Roman" w:hAnsi="Times New Roman" w:cs="Times New Roman"/>
      <w:color w:val="000000"/>
      <w:sz w:val="20"/>
      <w:szCs w:val="20"/>
      <w:lang w:val="uk-UA" w:eastAsia="ar-SA" w:bidi="ar-SA"/>
    </w:rPr>
  </w:style>
  <w:style w:type="paragraph" w:styleId="NormalWeb">
    <w:name w:val="Normal (Web)"/>
    <w:basedOn w:val="Normal"/>
    <w:uiPriority w:val="99"/>
    <w:rsid w:val="007A7614"/>
    <w:pPr>
      <w:spacing w:before="100" w:beforeAutospacing="1" w:after="100" w:afterAutospacing="1" w:line="240" w:lineRule="auto"/>
    </w:pPr>
    <w:rPr>
      <w:rFonts w:ascii="Tahoma" w:hAnsi="Tahoma" w:cs="Tahoma"/>
      <w:color w:val="000000"/>
      <w:sz w:val="24"/>
      <w:szCs w:val="24"/>
    </w:rPr>
  </w:style>
  <w:style w:type="paragraph" w:styleId="NoSpacing">
    <w:name w:val="No Spacing"/>
    <w:uiPriority w:val="99"/>
    <w:qFormat/>
    <w:rsid w:val="007A7614"/>
    <w:rPr>
      <w:rFonts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702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217</Words>
  <Characters>1243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 - графік</dc:title>
  <dc:subject/>
  <dc:creator>Админ</dc:creator>
  <cp:keywords/>
  <dc:description/>
  <cp:lastModifiedBy>rda</cp:lastModifiedBy>
  <cp:revision>2</cp:revision>
  <dcterms:created xsi:type="dcterms:W3CDTF">2015-04-01T06:01:00Z</dcterms:created>
  <dcterms:modified xsi:type="dcterms:W3CDTF">2015-04-01T06:01:00Z</dcterms:modified>
</cp:coreProperties>
</file>